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837" w:rsidRDefault="00684D76" w:rsidP="008C0DA0">
      <w:r>
        <w:rPr>
          <w:noProof/>
          <w:lang w:eastAsia="fr-CH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FC4D2A7" wp14:editId="7CD22FC0">
                <wp:simplePos x="0" y="0"/>
                <wp:positionH relativeFrom="column">
                  <wp:posOffset>-626663</wp:posOffset>
                </wp:positionH>
                <wp:positionV relativeFrom="paragraph">
                  <wp:posOffset>-697914</wp:posOffset>
                </wp:positionV>
                <wp:extent cx="2517140" cy="2517140"/>
                <wp:effectExtent l="0" t="0" r="0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7140" cy="2517140"/>
                          <a:chOff x="-273138" y="-5938"/>
                          <a:chExt cx="2517569" cy="2517568"/>
                        </a:xfrm>
                      </wpg:grpSpPr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273138" y="1524974"/>
                            <a:ext cx="2298268" cy="724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51C5" w:rsidRPr="00684D76" w:rsidRDefault="009A51C5" w:rsidP="007041D3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7"/>
                                  <w:szCs w:val="17"/>
                                </w:rPr>
                              </w:pPr>
                              <w:r w:rsidRPr="00684D76">
                                <w:rPr>
                                  <w:rFonts w:ascii="Arial" w:hAnsi="Arial" w:cs="Arial"/>
                                  <w:b/>
                                  <w:sz w:val="17"/>
                                  <w:szCs w:val="17"/>
                                </w:rPr>
                                <w:t>A</w:t>
                              </w:r>
                              <w:r w:rsidRPr="00684D76">
                                <w:rPr>
                                  <w:rFonts w:ascii="Arial" w:hAnsi="Arial" w:cs="Arial"/>
                                  <w:sz w:val="17"/>
                                  <w:szCs w:val="17"/>
                                </w:rPr>
                                <w:t xml:space="preserve">ssociation des </w:t>
                              </w:r>
                              <w:r w:rsidRPr="00684D76">
                                <w:rPr>
                                  <w:rFonts w:ascii="Arial" w:hAnsi="Arial" w:cs="Arial"/>
                                  <w:b/>
                                  <w:sz w:val="17"/>
                                  <w:szCs w:val="17"/>
                                </w:rPr>
                                <w:t>B</w:t>
                              </w:r>
                              <w:r w:rsidRPr="00684D76">
                                <w:rPr>
                                  <w:rFonts w:ascii="Arial" w:hAnsi="Arial" w:cs="Arial"/>
                                  <w:sz w:val="17"/>
                                  <w:szCs w:val="17"/>
                                </w:rPr>
                                <w:t xml:space="preserve">ureaux </w:t>
                              </w:r>
                              <w:r w:rsidRPr="00684D76">
                                <w:rPr>
                                  <w:rFonts w:ascii="Arial" w:hAnsi="Arial" w:cs="Arial"/>
                                  <w:b/>
                                  <w:sz w:val="17"/>
                                  <w:szCs w:val="17"/>
                                </w:rPr>
                                <w:t>T</w:t>
                              </w:r>
                              <w:r w:rsidRPr="00684D76">
                                <w:rPr>
                                  <w:rFonts w:ascii="Arial" w:hAnsi="Arial" w:cs="Arial"/>
                                  <w:sz w:val="17"/>
                                  <w:szCs w:val="17"/>
                                </w:rPr>
                                <w:t>echniques</w:t>
                              </w:r>
                            </w:p>
                            <w:p w:rsidR="009A51C5" w:rsidRPr="00684D76" w:rsidRDefault="009A51C5" w:rsidP="007041D3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7"/>
                                  <w:szCs w:val="17"/>
                                </w:rPr>
                              </w:pPr>
                              <w:proofErr w:type="gramStart"/>
                              <w:r w:rsidRPr="00684D76">
                                <w:rPr>
                                  <w:rFonts w:ascii="Arial" w:hAnsi="Arial" w:cs="Arial"/>
                                  <w:sz w:val="17"/>
                                  <w:szCs w:val="17"/>
                                </w:rPr>
                                <w:t>d’</w:t>
                              </w:r>
                              <w:r w:rsidRPr="00684D76">
                                <w:rPr>
                                  <w:rFonts w:ascii="Arial" w:hAnsi="Arial" w:cs="Arial"/>
                                  <w:b/>
                                  <w:sz w:val="17"/>
                                  <w:szCs w:val="17"/>
                                </w:rPr>
                                <w:t>I</w:t>
                              </w:r>
                              <w:r w:rsidRPr="00684D76">
                                <w:rPr>
                                  <w:rFonts w:ascii="Arial" w:hAnsi="Arial" w:cs="Arial"/>
                                  <w:sz w:val="17"/>
                                  <w:szCs w:val="17"/>
                                </w:rPr>
                                <w:t>ngénieurs</w:t>
                              </w:r>
                              <w:proofErr w:type="gramEnd"/>
                              <w:r w:rsidRPr="00684D76">
                                <w:rPr>
                                  <w:rFonts w:ascii="Arial" w:hAnsi="Arial" w:cs="Arial"/>
                                  <w:sz w:val="17"/>
                                  <w:szCs w:val="17"/>
                                </w:rPr>
                                <w:t xml:space="preserve"> en </w:t>
                              </w:r>
                              <w:r w:rsidRPr="00684D76">
                                <w:rPr>
                                  <w:rFonts w:ascii="Arial" w:hAnsi="Arial" w:cs="Arial"/>
                                  <w:b/>
                                  <w:sz w:val="17"/>
                                  <w:szCs w:val="17"/>
                                </w:rPr>
                                <w:t>E</w:t>
                              </w:r>
                              <w:r w:rsidRPr="00684D76">
                                <w:rPr>
                                  <w:rFonts w:ascii="Arial" w:hAnsi="Arial" w:cs="Arial"/>
                                  <w:sz w:val="17"/>
                                  <w:szCs w:val="17"/>
                                </w:rPr>
                                <w:t>lectricité</w:t>
                              </w:r>
                            </w:p>
                            <w:p w:rsidR="009A51C5" w:rsidRDefault="009A51C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R:\Administration\ABTIE\Logos\Logos 2012\Abtie suisse\Logo-Abtie-Suisse.pngfffff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73138" y="-5938"/>
                            <a:ext cx="2517569" cy="2517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9" o:spid="_x0000_s1026" style="position:absolute;margin-left:-49.35pt;margin-top:-54.95pt;width:198.2pt;height:198.2pt;z-index:251666432;mso-width-relative:margin" coordorigin="-2731,-59" coordsize="25175,25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-2731;top:15249;width:22982;height:7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9A51C5" w:rsidRPr="00684D76" w:rsidRDefault="009A51C5" w:rsidP="007041D3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7"/>
                            <w:szCs w:val="17"/>
                          </w:rPr>
                        </w:pPr>
                        <w:r w:rsidRPr="00684D76">
                          <w:rPr>
                            <w:rFonts w:ascii="Arial" w:hAnsi="Arial" w:cs="Arial"/>
                            <w:b/>
                            <w:sz w:val="17"/>
                            <w:szCs w:val="17"/>
                          </w:rPr>
                          <w:t>A</w:t>
                        </w:r>
                        <w:r w:rsidRPr="00684D76">
                          <w:rPr>
                            <w:rFonts w:ascii="Arial" w:hAnsi="Arial" w:cs="Arial"/>
                            <w:sz w:val="17"/>
                            <w:szCs w:val="17"/>
                          </w:rPr>
                          <w:t xml:space="preserve">ssociation des </w:t>
                        </w:r>
                        <w:r w:rsidRPr="00684D76">
                          <w:rPr>
                            <w:rFonts w:ascii="Arial" w:hAnsi="Arial" w:cs="Arial"/>
                            <w:b/>
                            <w:sz w:val="17"/>
                            <w:szCs w:val="17"/>
                          </w:rPr>
                          <w:t>B</w:t>
                        </w:r>
                        <w:r w:rsidRPr="00684D76">
                          <w:rPr>
                            <w:rFonts w:ascii="Arial" w:hAnsi="Arial" w:cs="Arial"/>
                            <w:sz w:val="17"/>
                            <w:szCs w:val="17"/>
                          </w:rPr>
                          <w:t xml:space="preserve">ureaux </w:t>
                        </w:r>
                        <w:r w:rsidRPr="00684D76">
                          <w:rPr>
                            <w:rFonts w:ascii="Arial" w:hAnsi="Arial" w:cs="Arial"/>
                            <w:b/>
                            <w:sz w:val="17"/>
                            <w:szCs w:val="17"/>
                          </w:rPr>
                          <w:t>T</w:t>
                        </w:r>
                        <w:r w:rsidRPr="00684D76">
                          <w:rPr>
                            <w:rFonts w:ascii="Arial" w:hAnsi="Arial" w:cs="Arial"/>
                            <w:sz w:val="17"/>
                            <w:szCs w:val="17"/>
                          </w:rPr>
                          <w:t>echniques</w:t>
                        </w:r>
                      </w:p>
                      <w:p w:rsidR="009A51C5" w:rsidRPr="00684D76" w:rsidRDefault="009A51C5" w:rsidP="007041D3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7"/>
                            <w:szCs w:val="17"/>
                          </w:rPr>
                        </w:pPr>
                        <w:proofErr w:type="gramStart"/>
                        <w:r w:rsidRPr="00684D76">
                          <w:rPr>
                            <w:rFonts w:ascii="Arial" w:hAnsi="Arial" w:cs="Arial"/>
                            <w:sz w:val="17"/>
                            <w:szCs w:val="17"/>
                          </w:rPr>
                          <w:t>d’</w:t>
                        </w:r>
                        <w:r w:rsidRPr="00684D76">
                          <w:rPr>
                            <w:rFonts w:ascii="Arial" w:hAnsi="Arial" w:cs="Arial"/>
                            <w:b/>
                            <w:sz w:val="17"/>
                            <w:szCs w:val="17"/>
                          </w:rPr>
                          <w:t>I</w:t>
                        </w:r>
                        <w:r w:rsidRPr="00684D76">
                          <w:rPr>
                            <w:rFonts w:ascii="Arial" w:hAnsi="Arial" w:cs="Arial"/>
                            <w:sz w:val="17"/>
                            <w:szCs w:val="17"/>
                          </w:rPr>
                          <w:t>ngénieurs</w:t>
                        </w:r>
                        <w:proofErr w:type="gramEnd"/>
                        <w:r w:rsidRPr="00684D76">
                          <w:rPr>
                            <w:rFonts w:ascii="Arial" w:hAnsi="Arial" w:cs="Arial"/>
                            <w:sz w:val="17"/>
                            <w:szCs w:val="17"/>
                          </w:rPr>
                          <w:t xml:space="preserve"> en </w:t>
                        </w:r>
                        <w:r w:rsidRPr="00684D76">
                          <w:rPr>
                            <w:rFonts w:ascii="Arial" w:hAnsi="Arial" w:cs="Arial"/>
                            <w:b/>
                            <w:sz w:val="17"/>
                            <w:szCs w:val="17"/>
                          </w:rPr>
                          <w:t>E</w:t>
                        </w:r>
                        <w:r w:rsidRPr="00684D76">
                          <w:rPr>
                            <w:rFonts w:ascii="Arial" w:hAnsi="Arial" w:cs="Arial"/>
                            <w:sz w:val="17"/>
                            <w:szCs w:val="17"/>
                          </w:rPr>
                          <w:t>lectricité</w:t>
                        </w:r>
                      </w:p>
                      <w:p w:rsidR="009A51C5" w:rsidRDefault="009A51C5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8" type="#_x0000_t75" style="position:absolute;left:-2731;top:-59;width:25175;height:25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EUAnCAAAA2gAAAA8AAABkcnMvZG93bnJldi54bWxEj0+LwjAUxO8L+x3CE7yIpnpYpZqKKwpe&#10;Ftwqnh/N6x/bvJQmav32RljY4zAzv2FW69404k6dqywrmE4iEMSZ1RUXCs6n/XgBwnlkjY1lUvAk&#10;B+vk82OFsbYP/qV76gsRIOxiVFB638ZSuqwkg25iW+Lg5bYz6IPsCqk7fAS4aeQsir6kwYrDQokt&#10;bUvK6vRmFIzOl+t3FWF+mvbz2h2O9aj52Sk1HPSbJQhPvf8P/7UPWsEc3lfCDZDJ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hFAJwgAAANoAAAAPAAAAAAAAAAAAAAAAAJ8C&#10;AABkcnMvZG93bnJldi54bWxQSwUGAAAAAAQABAD3AAAAjgMAAAAA&#10;">
                  <v:imagedata r:id="rId9" o:title="Logo-Abtie-Suisse.pngfffff"/>
                  <v:path arrowok="t"/>
                </v:shape>
              </v:group>
            </w:pict>
          </mc:Fallback>
        </mc:AlternateContent>
      </w:r>
      <w:r w:rsidR="009A51C5">
        <w:t xml:space="preserve"> </w:t>
      </w:r>
    </w:p>
    <w:p w:rsidR="0011734C" w:rsidRDefault="0011734C"/>
    <w:p w:rsidR="0011734C" w:rsidRDefault="0011734C"/>
    <w:p w:rsidR="00632F35" w:rsidRDefault="007041D3">
      <w:bookmarkStart w:id="0" w:name="_GoBack"/>
      <w:bookmarkEnd w:id="0"/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A85905" wp14:editId="156BE6F1">
                <wp:simplePos x="0" y="0"/>
                <wp:positionH relativeFrom="column">
                  <wp:posOffset>-3221223</wp:posOffset>
                </wp:positionH>
                <wp:positionV relativeFrom="paragraph">
                  <wp:posOffset>3392821</wp:posOffset>
                </wp:positionV>
                <wp:extent cx="2374265" cy="706582"/>
                <wp:effectExtent l="0" t="0" r="19685" b="1778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06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51C5" w:rsidRDefault="009A51C5" w:rsidP="007041D3">
                            <w:pPr>
                              <w:spacing w:after="0"/>
                              <w:jc w:val="center"/>
                            </w:pPr>
                            <w:r>
                              <w:t>Fondée en 1991</w:t>
                            </w:r>
                          </w:p>
                          <w:p w:rsidR="009A51C5" w:rsidRDefault="009A51C5" w:rsidP="007041D3">
                            <w:pPr>
                              <w:spacing w:after="0"/>
                              <w:jc w:val="center"/>
                            </w:pPr>
                            <w:r>
                              <w:t>Association des Bureaux Techniques</w:t>
                            </w:r>
                          </w:p>
                          <w:p w:rsidR="009A51C5" w:rsidRPr="007041D3" w:rsidRDefault="009A51C5" w:rsidP="007041D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t>d’Ingénieurs</w:t>
                            </w:r>
                            <w:proofErr w:type="gramEnd"/>
                            <w:r>
                              <w:t xml:space="preserve"> en Electricité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9" type="#_x0000_t202" style="position:absolute;margin-left:-253.65pt;margin-top:267.15pt;width:186.95pt;height:55.6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">
                <v:textbox>
                  <w:txbxContent>
                    <w:p w:rsidR="009A51C5" w:rsidRDefault="009A51C5" w:rsidP="007041D3">
                      <w:pPr>
                        <w:spacing w:after="0"/>
                        <w:jc w:val="center"/>
                      </w:pPr>
                      <w:r>
                        <w:t>Fondée en 1991</w:t>
                      </w:r>
                    </w:p>
                    <w:p w:rsidR="009A51C5" w:rsidRDefault="009A51C5" w:rsidP="007041D3">
                      <w:pPr>
                        <w:spacing w:after="0"/>
                        <w:jc w:val="center"/>
                      </w:pPr>
                      <w:r>
                        <w:t>Association des Bureaux Techniques</w:t>
                      </w:r>
                    </w:p>
                    <w:p w:rsidR="009A51C5" w:rsidRPr="007041D3" w:rsidRDefault="009A51C5" w:rsidP="007041D3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t>d’Ingénieurs</w:t>
                      </w:r>
                      <w:proofErr w:type="gramEnd"/>
                      <w:r>
                        <w:t xml:space="preserve"> en Electricité</w:t>
                      </w:r>
                    </w:p>
                  </w:txbxContent>
                </v:textbox>
              </v:shape>
            </w:pict>
          </mc:Fallback>
        </mc:AlternateContent>
      </w:r>
      <w:r w:rsidR="00E87FF6">
        <w:rPr>
          <w:noProof/>
          <w:lang w:eastAsia="fr-CH"/>
        </w:rPr>
        <w:drawing>
          <wp:anchor distT="0" distB="0" distL="114300" distR="114300" simplePos="0" relativeHeight="251695104" behindDoc="0" locked="0" layoutInCell="1" allowOverlap="1" wp14:anchorId="67876206" wp14:editId="4FC85C0B">
            <wp:simplePos x="0" y="0"/>
            <wp:positionH relativeFrom="column">
              <wp:posOffset>-787400</wp:posOffset>
            </wp:positionH>
            <wp:positionV relativeFrom="paragraph">
              <wp:posOffset>3866515</wp:posOffset>
            </wp:positionV>
            <wp:extent cx="2515870" cy="2515870"/>
            <wp:effectExtent l="0" t="0" r="0" b="0"/>
            <wp:wrapSquare wrapText="bothSides"/>
            <wp:docPr id="298" name="Image 298" descr="R:\Administration\ABTIE\Logos\Logos 2012\Abtie suisse\Logo-Abtie-Suisse.png4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:\Administration\ABTIE\Logos\Logos 2012\Abtie suisse\Logo-Abtie-Suisse.png444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70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32F3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1C5" w:rsidRDefault="009A51C5" w:rsidP="00E87FF6">
      <w:pPr>
        <w:spacing w:after="0" w:line="240" w:lineRule="auto"/>
      </w:pPr>
      <w:r>
        <w:separator/>
      </w:r>
    </w:p>
  </w:endnote>
  <w:endnote w:type="continuationSeparator" w:id="0">
    <w:p w:rsidR="009A51C5" w:rsidRDefault="009A51C5" w:rsidP="00E87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C5" w:rsidRDefault="009A51C5">
    <w:pPr>
      <w:pStyle w:val="Pieddepage"/>
    </w:pPr>
  </w:p>
  <w:p w:rsidR="009A51C5" w:rsidRDefault="009A51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1C5" w:rsidRDefault="009A51C5" w:rsidP="00E87FF6">
      <w:pPr>
        <w:spacing w:after="0" w:line="240" w:lineRule="auto"/>
      </w:pPr>
      <w:r>
        <w:separator/>
      </w:r>
    </w:p>
  </w:footnote>
  <w:footnote w:type="continuationSeparator" w:id="0">
    <w:p w:rsidR="009A51C5" w:rsidRDefault="009A51C5" w:rsidP="00E87F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A9"/>
    <w:rsid w:val="000C6486"/>
    <w:rsid w:val="0011734C"/>
    <w:rsid w:val="002C111A"/>
    <w:rsid w:val="002F739A"/>
    <w:rsid w:val="00453EA9"/>
    <w:rsid w:val="00475F55"/>
    <w:rsid w:val="00632F35"/>
    <w:rsid w:val="00684D76"/>
    <w:rsid w:val="00685898"/>
    <w:rsid w:val="007041D3"/>
    <w:rsid w:val="0076741B"/>
    <w:rsid w:val="008A6700"/>
    <w:rsid w:val="008C0DA0"/>
    <w:rsid w:val="008C1EBA"/>
    <w:rsid w:val="009A51C5"/>
    <w:rsid w:val="00B523B9"/>
    <w:rsid w:val="00CC2F67"/>
    <w:rsid w:val="00E35688"/>
    <w:rsid w:val="00E87FF6"/>
    <w:rsid w:val="00EB4A29"/>
    <w:rsid w:val="00EF5442"/>
    <w:rsid w:val="00F82837"/>
    <w:rsid w:val="00FF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53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3EA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8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7FF6"/>
  </w:style>
  <w:style w:type="paragraph" w:styleId="Pieddepage">
    <w:name w:val="footer"/>
    <w:basedOn w:val="Normal"/>
    <w:link w:val="PieddepageCar"/>
    <w:uiPriority w:val="99"/>
    <w:unhideWhenUsed/>
    <w:rsid w:val="00E8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7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53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3EA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8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7FF6"/>
  </w:style>
  <w:style w:type="paragraph" w:styleId="Pieddepage">
    <w:name w:val="footer"/>
    <w:basedOn w:val="Normal"/>
    <w:link w:val="PieddepageCar"/>
    <w:uiPriority w:val="99"/>
    <w:unhideWhenUsed/>
    <w:rsid w:val="00E8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7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FB721-5D9E-4759-B0A2-E0F4A33F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32433060.dotm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Pelco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</dc:creator>
  <cp:keywords/>
  <dc:description/>
  <cp:lastModifiedBy>MCB</cp:lastModifiedBy>
  <cp:revision>4</cp:revision>
  <cp:lastPrinted>2012-09-03T06:13:00Z</cp:lastPrinted>
  <dcterms:created xsi:type="dcterms:W3CDTF">2014-03-27T10:05:00Z</dcterms:created>
  <dcterms:modified xsi:type="dcterms:W3CDTF">2014-03-27T10:06:00Z</dcterms:modified>
</cp:coreProperties>
</file>